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62" w:rsidRPr="00CC55D0" w:rsidRDefault="00F70962" w:rsidP="00E75B32">
      <w:pPr>
        <w:jc w:val="center"/>
        <w:rPr>
          <w:b/>
          <w:bCs/>
          <w:sz w:val="28"/>
          <w:szCs w:val="28"/>
        </w:rPr>
      </w:pPr>
      <w:r w:rsidRPr="00CC55D0">
        <w:rPr>
          <w:b/>
          <w:bCs/>
          <w:sz w:val="28"/>
          <w:szCs w:val="28"/>
        </w:rPr>
        <w:t>Русский язык, 9а, 9б, 9в классы</w:t>
      </w:r>
      <w:r w:rsidR="00B62AA9">
        <w:rPr>
          <w:b/>
          <w:bCs/>
          <w:sz w:val="28"/>
          <w:szCs w:val="28"/>
        </w:rPr>
        <w:t xml:space="preserve"> (7.02.2014г.)</w:t>
      </w:r>
    </w:p>
    <w:p w:rsidR="00E75B32" w:rsidRPr="00CC55D0" w:rsidRDefault="00E75B32" w:rsidP="00E75B32">
      <w:pPr>
        <w:jc w:val="center"/>
        <w:rPr>
          <w:b/>
          <w:bCs/>
          <w:sz w:val="28"/>
          <w:szCs w:val="28"/>
        </w:rPr>
      </w:pPr>
      <w:r w:rsidRPr="00CC55D0">
        <w:rPr>
          <w:b/>
          <w:bCs/>
          <w:sz w:val="28"/>
          <w:szCs w:val="28"/>
        </w:rPr>
        <w:t>Урок-путешествие «</w:t>
      </w:r>
      <w:r w:rsidR="00F70962" w:rsidRPr="00CC55D0">
        <w:rPr>
          <w:b/>
          <w:bCs/>
          <w:sz w:val="28"/>
          <w:szCs w:val="28"/>
        </w:rPr>
        <w:t>История</w:t>
      </w:r>
      <w:r w:rsidRPr="00CC55D0">
        <w:rPr>
          <w:b/>
          <w:bCs/>
          <w:sz w:val="28"/>
          <w:szCs w:val="28"/>
        </w:rPr>
        <w:t xml:space="preserve"> Олимпийских игр»</w:t>
      </w:r>
      <w:r w:rsidR="00B62AA9">
        <w:rPr>
          <w:b/>
          <w:bCs/>
          <w:sz w:val="28"/>
          <w:szCs w:val="28"/>
        </w:rPr>
        <w:t>.                                       Двоеточие в бессоюзном сложном предложении.</w:t>
      </w:r>
    </w:p>
    <w:p w:rsidR="00F70962" w:rsidRDefault="00F70962" w:rsidP="00CC55D0">
      <w:pPr>
        <w:jc w:val="center"/>
        <w:rPr>
          <w:b/>
          <w:bCs/>
        </w:rPr>
      </w:pPr>
      <w:r>
        <w:rPr>
          <w:b/>
          <w:bCs/>
        </w:rPr>
        <w:t>Учитель русского языка и литературы – Л.П. Ошуркова</w:t>
      </w:r>
    </w:p>
    <w:p w:rsidR="00CC55D0" w:rsidRPr="00E75B32" w:rsidRDefault="00CC55D0" w:rsidP="00E75B32">
      <w:pPr>
        <w:jc w:val="center"/>
        <w:rPr>
          <w:b/>
          <w:bCs/>
        </w:rPr>
      </w:pPr>
    </w:p>
    <w:p w:rsidR="00F70962" w:rsidRPr="00F70962" w:rsidRDefault="00F70962" w:rsidP="00F70962">
      <w:pPr>
        <w:rPr>
          <w:b/>
          <w:bCs/>
        </w:rPr>
      </w:pPr>
      <w:r>
        <w:rPr>
          <w:b/>
          <w:bCs/>
        </w:rPr>
        <w:t>Цели и з</w:t>
      </w:r>
      <w:r w:rsidR="00CC55D0" w:rsidRPr="00F70962">
        <w:rPr>
          <w:b/>
          <w:bCs/>
          <w:lang w:val="en-US"/>
        </w:rPr>
        <w:t>адачи</w:t>
      </w:r>
      <w:r w:rsidRPr="00F70962">
        <w:rPr>
          <w:b/>
          <w:bCs/>
          <w:lang w:val="en-US"/>
        </w:rPr>
        <w:t>:</w:t>
      </w:r>
      <w:r w:rsidRPr="00F70962">
        <w:rPr>
          <w:b/>
          <w:bCs/>
        </w:rPr>
        <w:t xml:space="preserve"> </w:t>
      </w:r>
    </w:p>
    <w:p w:rsidR="007A5918" w:rsidRPr="00F70962" w:rsidRDefault="00CC55D0" w:rsidP="00F70962">
      <w:pPr>
        <w:numPr>
          <w:ilvl w:val="0"/>
          <w:numId w:val="3"/>
        </w:numPr>
        <w:rPr>
          <w:bCs/>
        </w:rPr>
      </w:pPr>
      <w:r w:rsidRPr="00F70962">
        <w:rPr>
          <w:bCs/>
        </w:rPr>
        <w:t>Развитие интереса учащихся к проведению крупнейших спортивных состязаний.</w:t>
      </w:r>
    </w:p>
    <w:p w:rsidR="007A5918" w:rsidRPr="00F70962" w:rsidRDefault="00CC55D0" w:rsidP="00F70962">
      <w:pPr>
        <w:numPr>
          <w:ilvl w:val="0"/>
          <w:numId w:val="3"/>
        </w:numPr>
        <w:rPr>
          <w:bCs/>
        </w:rPr>
      </w:pPr>
      <w:r w:rsidRPr="00F70962">
        <w:rPr>
          <w:bCs/>
        </w:rPr>
        <w:t>Показать учащимся, что Олимпийские игры - не просто крупнейшее спортивное событие, это мероприятие укрепления спортивного духа, национальной гордости и упрочения мира на земле.</w:t>
      </w:r>
    </w:p>
    <w:p w:rsidR="007A5918" w:rsidRPr="00F70962" w:rsidRDefault="00CC55D0" w:rsidP="00F70962">
      <w:pPr>
        <w:numPr>
          <w:ilvl w:val="0"/>
          <w:numId w:val="3"/>
        </w:numPr>
        <w:rPr>
          <w:bCs/>
        </w:rPr>
      </w:pPr>
      <w:r w:rsidRPr="00F70962">
        <w:rPr>
          <w:bCs/>
        </w:rPr>
        <w:t>Сформировать положительное отношение к здоровому образу жизни.</w:t>
      </w:r>
    </w:p>
    <w:p w:rsidR="007A5918" w:rsidRDefault="00CC55D0" w:rsidP="00F70962">
      <w:pPr>
        <w:numPr>
          <w:ilvl w:val="0"/>
          <w:numId w:val="3"/>
        </w:numPr>
        <w:rPr>
          <w:bCs/>
        </w:rPr>
      </w:pPr>
      <w:r w:rsidRPr="00F70962">
        <w:rPr>
          <w:bCs/>
        </w:rPr>
        <w:t>Воспитание патриотических чувств, гордость за свой город, свою страну, свой народ.</w:t>
      </w:r>
    </w:p>
    <w:p w:rsidR="00F70962" w:rsidRDefault="00F70962" w:rsidP="00F70962">
      <w:pPr>
        <w:numPr>
          <w:ilvl w:val="0"/>
          <w:numId w:val="3"/>
        </w:numPr>
        <w:rPr>
          <w:bCs/>
        </w:rPr>
      </w:pPr>
      <w:r>
        <w:rPr>
          <w:bCs/>
        </w:rPr>
        <w:t>Изучить материал о постановке двоеточия в бессоюзном сложном предложении.</w:t>
      </w:r>
    </w:p>
    <w:p w:rsidR="00CC55D0" w:rsidRDefault="00CC55D0" w:rsidP="00CC55D0">
      <w:pPr>
        <w:rPr>
          <w:bCs/>
        </w:rPr>
      </w:pPr>
    </w:p>
    <w:p w:rsidR="00F70962" w:rsidRPr="00F70962" w:rsidRDefault="00F70962" w:rsidP="00CC55D0">
      <w:pPr>
        <w:rPr>
          <w:bCs/>
        </w:rPr>
      </w:pPr>
      <w:r w:rsidRPr="00CC55D0">
        <w:rPr>
          <w:b/>
          <w:bCs/>
        </w:rPr>
        <w:t>Наглядные и ТСО:</w:t>
      </w:r>
      <w:r>
        <w:rPr>
          <w:bCs/>
        </w:rPr>
        <w:t xml:space="preserve"> презентация «Олимпийские игры»</w:t>
      </w:r>
    </w:p>
    <w:p w:rsidR="00CC55D0" w:rsidRDefault="00CC55D0" w:rsidP="00F70962">
      <w:pPr>
        <w:rPr>
          <w:b/>
          <w:bCs/>
        </w:rPr>
      </w:pPr>
    </w:p>
    <w:p w:rsidR="00CC55D0" w:rsidRPr="00CC55D0" w:rsidRDefault="00CC55D0" w:rsidP="00F70962">
      <w:pPr>
        <w:rPr>
          <w:b/>
          <w:bCs/>
        </w:rPr>
      </w:pPr>
      <w:r w:rsidRPr="00CC55D0">
        <w:rPr>
          <w:b/>
          <w:bCs/>
        </w:rPr>
        <w:t>Ход урока:</w:t>
      </w:r>
    </w:p>
    <w:p w:rsidR="00CC55D0" w:rsidRDefault="00CC55D0" w:rsidP="00B804D7">
      <w:pPr>
        <w:rPr>
          <w:b/>
          <w:bCs/>
          <w:u w:val="single"/>
        </w:rPr>
      </w:pPr>
    </w:p>
    <w:p w:rsidR="00B804D7" w:rsidRDefault="00B804D7" w:rsidP="00B804D7">
      <w:pPr>
        <w:rPr>
          <w:b/>
          <w:bCs/>
          <w:u w:val="single"/>
        </w:rPr>
      </w:pPr>
      <w:r>
        <w:rPr>
          <w:b/>
          <w:bCs/>
          <w:u w:val="single"/>
        </w:rPr>
        <w:t>Повторение</w:t>
      </w:r>
    </w:p>
    <w:p w:rsidR="00B804D7" w:rsidRDefault="00B804D7" w:rsidP="00B804D7">
      <w:pPr>
        <w:rPr>
          <w:b/>
          <w:bCs/>
          <w:u w:val="single"/>
        </w:rPr>
      </w:pPr>
    </w:p>
    <w:p w:rsidR="00F70962" w:rsidRDefault="00F70962" w:rsidP="00F70962">
      <w:pPr>
        <w:rPr>
          <w:b/>
          <w:bCs/>
          <w:i/>
          <w:iCs/>
        </w:rPr>
      </w:pPr>
      <w:r w:rsidRPr="00F70962">
        <w:rPr>
          <w:b/>
          <w:bCs/>
          <w:i/>
          <w:iCs/>
        </w:rPr>
        <w:t>Словарная работа:</w:t>
      </w:r>
      <w:r w:rsidRPr="00B804D7">
        <w:rPr>
          <w:rFonts w:ascii="Arial" w:eastAsia="+mn-ea" w:hAnsi="Arial" w:cs="+mn-cs"/>
          <w:b/>
          <w:bCs/>
          <w:color w:val="000000"/>
          <w:kern w:val="24"/>
          <w:sz w:val="48"/>
          <w:szCs w:val="48"/>
        </w:rPr>
        <w:t xml:space="preserve"> </w:t>
      </w:r>
    </w:p>
    <w:p w:rsidR="00F70962" w:rsidRDefault="00F70962" w:rsidP="00F70962">
      <w:pPr>
        <w:rPr>
          <w:b/>
          <w:bCs/>
          <w:i/>
          <w:iCs/>
        </w:rPr>
      </w:pPr>
      <w:r w:rsidRPr="00B804D7">
        <w:rPr>
          <w:b/>
          <w:bCs/>
          <w:i/>
          <w:iCs/>
        </w:rPr>
        <w:t>Фехтование</w:t>
      </w:r>
      <w:r>
        <w:rPr>
          <w:b/>
          <w:bCs/>
          <w:i/>
          <w:iCs/>
        </w:rPr>
        <w:t>.</w:t>
      </w:r>
      <w:r w:rsidRPr="00B804D7">
        <w:rPr>
          <w:b/>
          <w:bCs/>
          <w:i/>
          <w:iCs/>
        </w:rPr>
        <w:t xml:space="preserve"> Марафонский бег</w:t>
      </w:r>
      <w:r>
        <w:rPr>
          <w:b/>
          <w:bCs/>
          <w:i/>
          <w:iCs/>
        </w:rPr>
        <w:t>.</w:t>
      </w:r>
      <w:r w:rsidRPr="00B804D7">
        <w:rPr>
          <w:b/>
          <w:bCs/>
          <w:i/>
          <w:iCs/>
        </w:rPr>
        <w:t xml:space="preserve"> Красная Поляна</w:t>
      </w:r>
      <w:r>
        <w:rPr>
          <w:b/>
          <w:bCs/>
          <w:i/>
          <w:iCs/>
        </w:rPr>
        <w:t xml:space="preserve">. </w:t>
      </w:r>
      <w:proofErr w:type="spellStart"/>
      <w:r>
        <w:rPr>
          <w:b/>
          <w:bCs/>
          <w:i/>
          <w:iCs/>
        </w:rPr>
        <w:t>Олимпионик</w:t>
      </w:r>
      <w:proofErr w:type="spellEnd"/>
      <w:r>
        <w:rPr>
          <w:b/>
          <w:bCs/>
          <w:i/>
          <w:iCs/>
        </w:rPr>
        <w:t xml:space="preserve">. </w:t>
      </w:r>
      <w:r w:rsidRPr="00B804D7">
        <w:rPr>
          <w:b/>
          <w:bCs/>
          <w:i/>
          <w:iCs/>
        </w:rPr>
        <w:t>Пятиборье</w:t>
      </w:r>
      <w:r>
        <w:rPr>
          <w:b/>
          <w:bCs/>
          <w:i/>
          <w:iCs/>
        </w:rPr>
        <w:t>.</w:t>
      </w:r>
      <w:r w:rsidRPr="00B804D7">
        <w:rPr>
          <w:b/>
          <w:bCs/>
          <w:i/>
          <w:iCs/>
        </w:rPr>
        <w:t xml:space="preserve">  Олимпийские игры</w:t>
      </w:r>
      <w:r w:rsidR="00CC55D0">
        <w:rPr>
          <w:b/>
          <w:bCs/>
          <w:i/>
          <w:iCs/>
        </w:rPr>
        <w:t>. Талисман. Олимпийская клятва</w:t>
      </w:r>
    </w:p>
    <w:p w:rsidR="00F70962" w:rsidRPr="00B804D7" w:rsidRDefault="00F70962" w:rsidP="00F70962">
      <w:pPr>
        <w:rPr>
          <w:b/>
          <w:bCs/>
          <w:i/>
          <w:iCs/>
        </w:rPr>
      </w:pPr>
    </w:p>
    <w:p w:rsidR="00B804D7" w:rsidRPr="00E75B32" w:rsidRDefault="00B804D7" w:rsidP="00B804D7">
      <w:r w:rsidRPr="00E75B32">
        <w:rPr>
          <w:b/>
          <w:bCs/>
        </w:rPr>
        <w:t xml:space="preserve">! </w:t>
      </w:r>
      <w:r w:rsidRPr="00E75B32">
        <w:rPr>
          <w:b/>
          <w:bCs/>
          <w:i/>
          <w:iCs/>
        </w:rPr>
        <w:t>Охарактеризовать предложения:</w:t>
      </w:r>
      <w:r w:rsidRPr="00E75B32">
        <w:rPr>
          <w:b/>
          <w:bCs/>
        </w:rPr>
        <w:t xml:space="preserve"> </w:t>
      </w:r>
    </w:p>
    <w:p w:rsidR="00E75B32" w:rsidRDefault="00E75B32" w:rsidP="00B804D7">
      <w:pPr>
        <w:rPr>
          <w:b/>
          <w:bCs/>
        </w:rPr>
      </w:pPr>
      <w:r>
        <w:rPr>
          <w:b/>
          <w:bCs/>
        </w:rPr>
        <w:t>1. 776 год до нашей эры.</w:t>
      </w:r>
      <w:r w:rsidR="00B804D7" w:rsidRPr="00B804D7">
        <w:rPr>
          <w:b/>
          <w:bCs/>
        </w:rPr>
        <w:t xml:space="preserve">  </w:t>
      </w:r>
    </w:p>
    <w:p w:rsidR="00E75B32" w:rsidRDefault="00B804D7" w:rsidP="00B804D7">
      <w:pPr>
        <w:rPr>
          <w:b/>
          <w:bCs/>
        </w:rPr>
      </w:pPr>
      <w:r w:rsidRPr="00B804D7">
        <w:rPr>
          <w:b/>
          <w:bCs/>
        </w:rPr>
        <w:t>2.</w:t>
      </w:r>
      <w:r w:rsidR="00E75B32" w:rsidRPr="00E75B32">
        <w:rPr>
          <w:b/>
          <w:bCs/>
        </w:rPr>
        <w:t xml:space="preserve"> </w:t>
      </w:r>
      <w:r w:rsidR="00E75B32" w:rsidRPr="00B804D7">
        <w:rPr>
          <w:b/>
          <w:bCs/>
        </w:rPr>
        <w:t>Этот год - первая летописная страница Олимпийских игр.</w:t>
      </w:r>
    </w:p>
    <w:p w:rsidR="00B804D7" w:rsidRPr="00B804D7" w:rsidRDefault="00E75B32" w:rsidP="00B804D7">
      <w:r>
        <w:rPr>
          <w:b/>
          <w:bCs/>
        </w:rPr>
        <w:t xml:space="preserve">3. </w:t>
      </w:r>
      <w:r w:rsidR="00B804D7" w:rsidRPr="00B804D7">
        <w:rPr>
          <w:b/>
          <w:bCs/>
        </w:rPr>
        <w:t xml:space="preserve">Олимпийский праздник получил общегреческое  признание. </w:t>
      </w:r>
    </w:p>
    <w:p w:rsidR="00B804D7" w:rsidRDefault="00B804D7" w:rsidP="00B804D7">
      <w:pPr>
        <w:rPr>
          <w:b/>
          <w:bCs/>
          <w:i/>
          <w:iCs/>
          <w:u w:val="single"/>
        </w:rPr>
      </w:pPr>
    </w:p>
    <w:p w:rsidR="00B804D7" w:rsidRPr="00B804D7" w:rsidRDefault="00E75B32" w:rsidP="00B804D7">
      <w:r>
        <w:rPr>
          <w:b/>
          <w:bCs/>
          <w:i/>
          <w:iCs/>
        </w:rPr>
        <w:t>!</w:t>
      </w:r>
      <w:r w:rsidR="00B804D7" w:rsidRPr="00E75B32">
        <w:rPr>
          <w:b/>
          <w:bCs/>
          <w:i/>
          <w:iCs/>
        </w:rPr>
        <w:t>Выписать словосочетания, построенные по типу управления, примыкания, согласования</w:t>
      </w:r>
    </w:p>
    <w:p w:rsidR="007C5F3F" w:rsidRPr="00B804D7" w:rsidRDefault="00B804D7" w:rsidP="00B804D7">
      <w:pPr>
        <w:numPr>
          <w:ilvl w:val="0"/>
          <w:numId w:val="1"/>
        </w:numPr>
      </w:pPr>
      <w:r w:rsidRPr="00B804D7">
        <w:rPr>
          <w:b/>
          <w:bCs/>
          <w:i/>
          <w:iCs/>
        </w:rPr>
        <w:t>Атлеты-олимпийцы соревновались обнаженными</w:t>
      </w:r>
      <w:r w:rsidRPr="00B804D7">
        <w:t xml:space="preserve"> </w:t>
      </w:r>
    </w:p>
    <w:p w:rsidR="007C5F3F" w:rsidRPr="00B804D7" w:rsidRDefault="00B804D7" w:rsidP="00B804D7">
      <w:pPr>
        <w:numPr>
          <w:ilvl w:val="0"/>
          <w:numId w:val="1"/>
        </w:numPr>
      </w:pPr>
      <w:r w:rsidRPr="00B804D7">
        <w:rPr>
          <w:b/>
          <w:bCs/>
          <w:i/>
          <w:iCs/>
        </w:rPr>
        <w:t>Повар - первый чемпион олимпийских игр</w:t>
      </w:r>
      <w:r w:rsidRPr="00B804D7">
        <w:t xml:space="preserve"> </w:t>
      </w:r>
    </w:p>
    <w:p w:rsidR="007C5F3F" w:rsidRPr="00B804D7" w:rsidRDefault="00B804D7" w:rsidP="00B804D7">
      <w:pPr>
        <w:numPr>
          <w:ilvl w:val="0"/>
          <w:numId w:val="1"/>
        </w:numPr>
      </w:pPr>
      <w:r w:rsidRPr="00B804D7">
        <w:rPr>
          <w:b/>
          <w:bCs/>
          <w:i/>
          <w:iCs/>
        </w:rPr>
        <w:t>Вместо медалей - оливковая ветвь</w:t>
      </w:r>
    </w:p>
    <w:p w:rsidR="007C5F3F" w:rsidRPr="00B804D7" w:rsidRDefault="00B804D7" w:rsidP="00B804D7">
      <w:pPr>
        <w:numPr>
          <w:ilvl w:val="0"/>
          <w:numId w:val="1"/>
        </w:numPr>
      </w:pPr>
      <w:r w:rsidRPr="00B804D7">
        <w:rPr>
          <w:b/>
          <w:bCs/>
          <w:i/>
          <w:iCs/>
        </w:rPr>
        <w:t>Бег был несколько веков единственным видом соревнований</w:t>
      </w:r>
    </w:p>
    <w:p w:rsidR="007C5F3F" w:rsidRPr="00B804D7" w:rsidRDefault="00B804D7" w:rsidP="00B804D7">
      <w:pPr>
        <w:numPr>
          <w:ilvl w:val="0"/>
          <w:numId w:val="1"/>
        </w:numPr>
      </w:pPr>
      <w:r w:rsidRPr="00B804D7">
        <w:rPr>
          <w:b/>
          <w:bCs/>
          <w:i/>
          <w:iCs/>
        </w:rPr>
        <w:t>Панкратион - это древний вид борьбы без правил</w:t>
      </w:r>
      <w:r w:rsidRPr="00B804D7">
        <w:rPr>
          <w:b/>
          <w:bCs/>
        </w:rPr>
        <w:t xml:space="preserve"> </w:t>
      </w:r>
    </w:p>
    <w:p w:rsidR="00E75B32" w:rsidRDefault="00E75B32" w:rsidP="00E75B32"/>
    <w:p w:rsidR="00B804D7" w:rsidRPr="00E75B32" w:rsidRDefault="00B804D7" w:rsidP="00E75B32">
      <w:r w:rsidRPr="00B804D7">
        <w:rPr>
          <w:b/>
          <w:bCs/>
          <w:i/>
          <w:iCs/>
        </w:rPr>
        <w:t xml:space="preserve">  </w:t>
      </w:r>
      <w:r w:rsidRPr="00E75B32">
        <w:rPr>
          <w:b/>
          <w:bCs/>
          <w:i/>
          <w:iCs/>
        </w:rPr>
        <w:t xml:space="preserve">! Объяснить знаки препинания </w:t>
      </w:r>
      <w:r w:rsidR="00E75B32">
        <w:rPr>
          <w:b/>
          <w:bCs/>
          <w:i/>
          <w:iCs/>
        </w:rPr>
        <w:t>и построить схему предложения</w:t>
      </w:r>
    </w:p>
    <w:p w:rsidR="00B804D7" w:rsidRPr="00E75B32" w:rsidRDefault="00E75B32" w:rsidP="00E75B32">
      <w:pPr>
        <w:ind w:left="720"/>
      </w:pPr>
      <w:r>
        <w:rPr>
          <w:b/>
          <w:bCs/>
        </w:rPr>
        <w:t>«</w:t>
      </w:r>
      <w:r w:rsidR="00B804D7" w:rsidRPr="00B804D7">
        <w:rPr>
          <w:b/>
          <w:bCs/>
        </w:rPr>
        <w:t>От имени всех спортсменов я обещаю, что мы будем участвовать в этих Играх, уважая и соблюдая правила, по которым они проводятся, в истинно спортивном духе, во славу спорта и во имя чести своих команд»</w:t>
      </w:r>
    </w:p>
    <w:p w:rsidR="00B804D7" w:rsidRDefault="00B804D7" w:rsidP="00B804D7">
      <w:pPr>
        <w:ind w:left="720"/>
        <w:rPr>
          <w:b/>
          <w:bCs/>
        </w:rPr>
      </w:pPr>
    </w:p>
    <w:p w:rsidR="00B804D7" w:rsidRPr="00E75B32" w:rsidRDefault="00B804D7" w:rsidP="00E75B32">
      <w:r w:rsidRPr="00E75B32">
        <w:rPr>
          <w:b/>
          <w:bCs/>
        </w:rPr>
        <w:t xml:space="preserve"> ! </w:t>
      </w:r>
      <w:r w:rsidRPr="00E75B32">
        <w:rPr>
          <w:b/>
          <w:bCs/>
          <w:i/>
          <w:iCs/>
        </w:rPr>
        <w:t>Расставить знаки  препинания</w:t>
      </w:r>
      <w:r w:rsidR="00E75B32">
        <w:rPr>
          <w:b/>
          <w:bCs/>
          <w:i/>
          <w:iCs/>
        </w:rPr>
        <w:t xml:space="preserve"> и записать предложение</w:t>
      </w:r>
      <w:r w:rsidRPr="00E75B32">
        <w:rPr>
          <w:i/>
          <w:iCs/>
        </w:rPr>
        <w:t xml:space="preserve"> </w:t>
      </w:r>
      <w:r w:rsidRPr="00E75B32">
        <w:rPr>
          <w:b/>
          <w:bCs/>
        </w:rPr>
        <w:t xml:space="preserve"> </w:t>
      </w:r>
    </w:p>
    <w:p w:rsidR="00B804D7" w:rsidRPr="00B804D7" w:rsidRDefault="00B804D7" w:rsidP="00E75B32">
      <w:pPr>
        <w:ind w:left="720"/>
      </w:pPr>
      <w:r w:rsidRPr="00B804D7">
        <w:rPr>
          <w:b/>
          <w:bCs/>
        </w:rPr>
        <w:t>Миссия ол</w:t>
      </w:r>
      <w:r w:rsidR="00E75B32">
        <w:rPr>
          <w:b/>
          <w:bCs/>
        </w:rPr>
        <w:t>импийского талисмана </w:t>
      </w:r>
      <w:r w:rsidRPr="00B804D7">
        <w:rPr>
          <w:b/>
          <w:bCs/>
        </w:rPr>
        <w:t>отразить дух страны-хо</w:t>
      </w:r>
      <w:r w:rsidR="00E75B32">
        <w:rPr>
          <w:b/>
          <w:bCs/>
        </w:rPr>
        <w:t xml:space="preserve">зяйки                          </w:t>
      </w:r>
      <w:r w:rsidRPr="00B804D7">
        <w:rPr>
          <w:b/>
          <w:bCs/>
        </w:rPr>
        <w:t xml:space="preserve">игр </w:t>
      </w:r>
      <w:r w:rsidR="00E75B32">
        <w:rPr>
          <w:b/>
          <w:bCs/>
        </w:rPr>
        <w:t xml:space="preserve">принести удачу спортсменам и накалить </w:t>
      </w:r>
      <w:r w:rsidRPr="00B804D7">
        <w:rPr>
          <w:b/>
          <w:bCs/>
        </w:rPr>
        <w:t>праздничную атмосферу</w:t>
      </w:r>
    </w:p>
    <w:p w:rsidR="00B804D7" w:rsidRPr="00B804D7" w:rsidRDefault="00B804D7" w:rsidP="00B804D7">
      <w:pPr>
        <w:ind w:left="720"/>
      </w:pPr>
    </w:p>
    <w:p w:rsidR="00B804D7" w:rsidRDefault="00B804D7"/>
    <w:p w:rsidR="00B804D7" w:rsidRDefault="00E75B32" w:rsidP="00B804D7">
      <w:pPr>
        <w:rPr>
          <w:b/>
          <w:bCs/>
          <w:u w:val="single"/>
        </w:rPr>
      </w:pPr>
      <w:r w:rsidRPr="00E75B32">
        <w:rPr>
          <w:b/>
          <w:bCs/>
          <w:u w:val="single"/>
        </w:rPr>
        <w:t>Новый материал</w:t>
      </w:r>
    </w:p>
    <w:p w:rsidR="00E75B32" w:rsidRPr="00E75B32" w:rsidRDefault="00E75B32" w:rsidP="00B804D7">
      <w:pPr>
        <w:rPr>
          <w:b/>
          <w:bCs/>
          <w:u w:val="single"/>
        </w:rPr>
      </w:pPr>
    </w:p>
    <w:p w:rsidR="00E75B32" w:rsidRPr="00E75B32" w:rsidRDefault="00E75B32" w:rsidP="00B804D7">
      <w:pPr>
        <w:rPr>
          <w:b/>
          <w:bCs/>
          <w:i/>
        </w:rPr>
      </w:pPr>
      <w:r>
        <w:rPr>
          <w:b/>
          <w:bCs/>
          <w:i/>
        </w:rPr>
        <w:t>!</w:t>
      </w:r>
      <w:r w:rsidRPr="00E75B32">
        <w:rPr>
          <w:b/>
          <w:bCs/>
          <w:i/>
        </w:rPr>
        <w:t>Объяснить двоеточие в следующих предложениях:</w:t>
      </w:r>
    </w:p>
    <w:p w:rsidR="00B804D7" w:rsidRPr="00F70962" w:rsidRDefault="00B804D7" w:rsidP="00B804D7">
      <w:pPr>
        <w:pStyle w:val="a4"/>
        <w:numPr>
          <w:ilvl w:val="0"/>
          <w:numId w:val="2"/>
        </w:numPr>
      </w:pPr>
      <w:r w:rsidRPr="00E75B32">
        <w:rPr>
          <w:b/>
          <w:bCs/>
        </w:rPr>
        <w:t>СССР занял первое место среди всех соревнующихся стран: наши спортсмены  набрали символическое число золотых медалей-80.</w:t>
      </w:r>
    </w:p>
    <w:p w:rsidR="00B804D7" w:rsidRPr="00F70962" w:rsidRDefault="00B804D7" w:rsidP="00B804D7">
      <w:pPr>
        <w:pStyle w:val="a4"/>
        <w:numPr>
          <w:ilvl w:val="0"/>
          <w:numId w:val="2"/>
        </w:numPr>
        <w:rPr>
          <w:b/>
          <w:bCs/>
        </w:rPr>
      </w:pPr>
      <w:r w:rsidRPr="00E75B32">
        <w:rPr>
          <w:b/>
          <w:bCs/>
        </w:rPr>
        <w:t>Московские достижения в спорте были поистине удивительны: за 14 дней соревнований спортсмены, представляющие все 5 континентов, установили 74 олимпийских, 39 европейских и 36 мировых рекордов.</w:t>
      </w:r>
    </w:p>
    <w:p w:rsidR="00B804D7" w:rsidRPr="00E75B32" w:rsidRDefault="00B804D7" w:rsidP="00E75B32">
      <w:pPr>
        <w:pStyle w:val="a4"/>
        <w:numPr>
          <w:ilvl w:val="0"/>
          <w:numId w:val="2"/>
        </w:numPr>
      </w:pPr>
      <w:r w:rsidRPr="00E75B32">
        <w:rPr>
          <w:b/>
          <w:bCs/>
        </w:rPr>
        <w:lastRenderedPageBreak/>
        <w:t>СССР доказал: лучшие спортсмены – это спортсмены наши.</w:t>
      </w:r>
    </w:p>
    <w:p w:rsidR="00E75B32" w:rsidRDefault="00E75B32" w:rsidP="00E75B32">
      <w:pPr>
        <w:pStyle w:val="a4"/>
      </w:pPr>
    </w:p>
    <w:p w:rsidR="00E75B32" w:rsidRDefault="00E75B32" w:rsidP="00E75B32">
      <w:pPr>
        <w:rPr>
          <w:b/>
          <w:i/>
        </w:rPr>
      </w:pPr>
      <w:r w:rsidRPr="00E75B32">
        <w:rPr>
          <w:b/>
          <w:i/>
        </w:rPr>
        <w:t>! Прочитать теоретический материал – о постановке двоеточия в БСП</w:t>
      </w:r>
    </w:p>
    <w:p w:rsidR="00E75B32" w:rsidRPr="00E75B32" w:rsidRDefault="00E75B32" w:rsidP="00E75B32">
      <w:pPr>
        <w:rPr>
          <w:b/>
          <w:i/>
        </w:rPr>
      </w:pPr>
      <w:r>
        <w:rPr>
          <w:b/>
          <w:i/>
        </w:rPr>
        <w:t>! Записать предложения, подчеркнуть грамматические основы</w:t>
      </w:r>
    </w:p>
    <w:p w:rsidR="00E75B32" w:rsidRDefault="00E75B32" w:rsidP="00E75B32">
      <w:pPr>
        <w:pStyle w:val="a4"/>
      </w:pPr>
    </w:p>
    <w:p w:rsidR="00B804D7" w:rsidRPr="00B804D7" w:rsidRDefault="00B804D7" w:rsidP="00B804D7">
      <w:pPr>
        <w:rPr>
          <w:b/>
          <w:bCs/>
          <w:i/>
          <w:iCs/>
          <w:u w:val="single"/>
        </w:rPr>
      </w:pPr>
    </w:p>
    <w:p w:rsidR="00B804D7" w:rsidRPr="00F70962" w:rsidRDefault="00B804D7" w:rsidP="00B804D7">
      <w:pPr>
        <w:rPr>
          <w:b/>
          <w:bCs/>
          <w:i/>
          <w:iCs/>
        </w:rPr>
      </w:pPr>
      <w:r w:rsidRPr="00B804D7">
        <w:rPr>
          <w:b/>
          <w:bCs/>
          <w:i/>
          <w:iCs/>
          <w:u w:val="single"/>
        </w:rPr>
        <w:t>Заключительная часть урока</w:t>
      </w:r>
      <w:r w:rsidRPr="00F70962">
        <w:rPr>
          <w:b/>
          <w:bCs/>
          <w:i/>
          <w:iCs/>
        </w:rPr>
        <w:t>:</w:t>
      </w:r>
      <w:r w:rsidR="00F70962" w:rsidRPr="00F70962">
        <w:rPr>
          <w:b/>
          <w:bCs/>
          <w:i/>
          <w:iCs/>
        </w:rPr>
        <w:t xml:space="preserve">  Списать предложение, сделать его синтаксический разбор</w:t>
      </w:r>
    </w:p>
    <w:p w:rsidR="00F70962" w:rsidRDefault="00B804D7" w:rsidP="00B804D7">
      <w:pPr>
        <w:rPr>
          <w:b/>
          <w:bCs/>
          <w:i/>
          <w:iCs/>
        </w:rPr>
      </w:pPr>
      <w:r w:rsidRPr="00F70962">
        <w:rPr>
          <w:b/>
          <w:bCs/>
          <w:iCs/>
        </w:rPr>
        <w:t>Полны величия заснеженные горы.</w:t>
      </w:r>
      <w:r w:rsidRPr="00F70962">
        <w:rPr>
          <w:b/>
          <w:bCs/>
          <w:iCs/>
        </w:rPr>
        <w:br/>
        <w:t>Играет бликами морская даль.</w:t>
      </w:r>
      <w:r w:rsidRPr="00F70962">
        <w:rPr>
          <w:b/>
          <w:bCs/>
          <w:iCs/>
        </w:rPr>
        <w:br/>
      </w:r>
      <w:r w:rsidRPr="00F70962">
        <w:rPr>
          <w:b/>
          <w:bCs/>
          <w:i/>
          <w:iCs/>
        </w:rPr>
        <w:t>Полны спортсмены олимпийского задора,</w:t>
      </w:r>
      <w:r w:rsidRPr="00F70962">
        <w:rPr>
          <w:b/>
          <w:bCs/>
          <w:i/>
          <w:iCs/>
        </w:rPr>
        <w:br/>
        <w:t>А  солнце в небе блещет как медаль!</w:t>
      </w:r>
    </w:p>
    <w:p w:rsidR="00F70962" w:rsidRDefault="00F70962" w:rsidP="00B804D7">
      <w:pPr>
        <w:rPr>
          <w:b/>
          <w:bCs/>
          <w:i/>
          <w:iCs/>
        </w:rPr>
      </w:pPr>
    </w:p>
    <w:p w:rsidR="00B804D7" w:rsidRPr="00F70962" w:rsidRDefault="00F70962" w:rsidP="00B804D7">
      <w:pPr>
        <w:rPr>
          <w:u w:val="single"/>
        </w:rPr>
      </w:pPr>
      <w:r w:rsidRPr="00F70962">
        <w:rPr>
          <w:b/>
          <w:bCs/>
          <w:i/>
          <w:iCs/>
          <w:u w:val="single"/>
        </w:rPr>
        <w:t>Домашнее задание:</w:t>
      </w:r>
      <w:r>
        <w:rPr>
          <w:b/>
          <w:bCs/>
          <w:i/>
          <w:iCs/>
          <w:u w:val="single"/>
        </w:rPr>
        <w:t xml:space="preserve"> </w:t>
      </w:r>
      <w:r w:rsidRPr="00F70962">
        <w:rPr>
          <w:b/>
          <w:bCs/>
          <w:i/>
          <w:iCs/>
        </w:rPr>
        <w:t>Составить и записать 6 бессоюзных сложных предложений, между частями которых ставится двоеточие</w:t>
      </w:r>
      <w:r w:rsidR="00B804D7" w:rsidRPr="00F70962">
        <w:rPr>
          <w:b/>
          <w:bCs/>
          <w:iCs/>
        </w:rPr>
        <w:br/>
      </w:r>
      <w:r w:rsidR="00B804D7" w:rsidRPr="00F70962">
        <w:rPr>
          <w:b/>
          <w:bCs/>
          <w:iCs/>
        </w:rPr>
        <w:tab/>
      </w:r>
      <w:r w:rsidR="00B804D7" w:rsidRPr="00F70962">
        <w:rPr>
          <w:b/>
          <w:bCs/>
          <w:iCs/>
        </w:rPr>
        <w:tab/>
      </w:r>
      <w:r w:rsidR="00B804D7" w:rsidRPr="00F70962">
        <w:rPr>
          <w:b/>
          <w:bCs/>
          <w:iCs/>
        </w:rPr>
        <w:tab/>
      </w:r>
      <w:r w:rsidR="00B804D7" w:rsidRPr="00F70962">
        <w:rPr>
          <w:b/>
          <w:bCs/>
          <w:iCs/>
        </w:rPr>
        <w:tab/>
      </w:r>
      <w:r w:rsidR="00B804D7" w:rsidRPr="00F70962">
        <w:rPr>
          <w:b/>
          <w:bCs/>
          <w:iCs/>
        </w:rPr>
        <w:tab/>
      </w:r>
      <w:r w:rsidR="00B804D7" w:rsidRPr="00F70962">
        <w:rPr>
          <w:b/>
          <w:bCs/>
          <w:iCs/>
        </w:rPr>
        <w:tab/>
      </w:r>
    </w:p>
    <w:p w:rsidR="00B804D7" w:rsidRDefault="00B804D7" w:rsidP="00B804D7">
      <w:r w:rsidRPr="00B804D7">
        <w:rPr>
          <w:b/>
          <w:bCs/>
          <w:u w:val="single"/>
        </w:rPr>
        <w:br/>
        <w:t> </w:t>
      </w:r>
      <w:r w:rsidRPr="00B804D7">
        <w:rPr>
          <w:u w:val="single"/>
        </w:rPr>
        <w:t xml:space="preserve"> </w:t>
      </w:r>
    </w:p>
    <w:sectPr w:rsidR="00B804D7" w:rsidSect="00F7096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E63DC"/>
    <w:multiLevelType w:val="hybridMultilevel"/>
    <w:tmpl w:val="5D7492F4"/>
    <w:lvl w:ilvl="0" w:tplc="257C5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02F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204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E1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D44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0D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43B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82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56F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8843B0B"/>
    <w:multiLevelType w:val="hybridMultilevel"/>
    <w:tmpl w:val="F490E30A"/>
    <w:lvl w:ilvl="0" w:tplc="8CE22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762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AEF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86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EAF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A47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307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A2B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78E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D46396E"/>
    <w:multiLevelType w:val="hybridMultilevel"/>
    <w:tmpl w:val="626E6B6E"/>
    <w:lvl w:ilvl="0" w:tplc="9538EB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804D7"/>
    <w:rsid w:val="007A5918"/>
    <w:rsid w:val="007C5F3F"/>
    <w:rsid w:val="00B62AA9"/>
    <w:rsid w:val="00B804D7"/>
    <w:rsid w:val="00CC55D0"/>
    <w:rsid w:val="00E75B32"/>
    <w:rsid w:val="00F7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F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4D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5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0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428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6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2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3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6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6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33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2014-02-07T03:33:00Z</dcterms:created>
  <dcterms:modified xsi:type="dcterms:W3CDTF">2014-02-10T03:31:00Z</dcterms:modified>
</cp:coreProperties>
</file>